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D22" w:rsidRPr="009A114B" w:rsidRDefault="00C25D22" w:rsidP="00C25D22">
      <w:pPr>
        <w:rPr>
          <w:b/>
          <w:bCs/>
          <w:color w:val="000090"/>
          <w:sz w:val="28"/>
          <w:szCs w:val="28"/>
        </w:rPr>
      </w:pPr>
      <w:bookmarkStart w:id="0" w:name="_GoBack"/>
      <w:bookmarkEnd w:id="0"/>
      <w:r w:rsidRPr="009A114B">
        <w:rPr>
          <w:b/>
          <w:bCs/>
          <w:color w:val="000090"/>
          <w:sz w:val="28"/>
          <w:szCs w:val="28"/>
        </w:rPr>
        <w:t>Remember we're trying to answer the question:</w:t>
      </w:r>
    </w:p>
    <w:p w:rsidR="00C25D22" w:rsidRDefault="00C25D22" w:rsidP="00C25D22">
      <w:pPr>
        <w:rPr>
          <w:b/>
          <w:bCs/>
          <w:color w:val="FF0000"/>
          <w:sz w:val="28"/>
          <w:szCs w:val="28"/>
        </w:rPr>
      </w:pPr>
    </w:p>
    <w:p w:rsidR="00C25D22" w:rsidRPr="0033368D" w:rsidRDefault="00C25D22" w:rsidP="00C25D22">
      <w:pPr>
        <w:rPr>
          <w:bCs/>
          <w:color w:val="0000FF"/>
          <w:sz w:val="48"/>
          <w:szCs w:val="48"/>
        </w:rPr>
      </w:pPr>
      <w:r w:rsidRPr="0033368D">
        <w:rPr>
          <w:bCs/>
          <w:color w:val="0000FF"/>
          <w:sz w:val="48"/>
          <w:szCs w:val="48"/>
        </w:rPr>
        <w:t>What types of artistic ideas are possible to express through abstraction?</w:t>
      </w:r>
    </w:p>
    <w:p w:rsidR="00C25D22" w:rsidRPr="0033368D" w:rsidRDefault="00C25D22" w:rsidP="00C25D22">
      <w:pPr>
        <w:rPr>
          <w:b/>
          <w:bCs/>
          <w:color w:val="0000FF"/>
          <w:sz w:val="48"/>
          <w:szCs w:val="48"/>
        </w:rPr>
      </w:pPr>
    </w:p>
    <w:p w:rsidR="00C25D22" w:rsidRPr="00DE7461" w:rsidRDefault="00C25D22" w:rsidP="00C25D22">
      <w:pPr>
        <w:rPr>
          <w:b/>
          <w:bCs/>
          <w:color w:val="FF0000"/>
          <w:sz w:val="28"/>
          <w:szCs w:val="28"/>
        </w:rPr>
      </w:pPr>
      <w:r w:rsidRPr="00DE7461">
        <w:rPr>
          <w:b/>
          <w:bCs/>
          <w:color w:val="FF0000"/>
          <w:sz w:val="28"/>
          <w:szCs w:val="28"/>
        </w:rPr>
        <w:t>Studio Preparation and Practice</w:t>
      </w:r>
    </w:p>
    <w:p w:rsidR="00C25D22" w:rsidRDefault="00C25D22" w:rsidP="00C25D22">
      <w:pPr>
        <w:rPr>
          <w:b/>
          <w:bCs/>
          <w:sz w:val="24"/>
          <w:szCs w:val="24"/>
        </w:rPr>
      </w:pPr>
    </w:p>
    <w:p w:rsidR="00C25D22" w:rsidRPr="000E6979" w:rsidRDefault="00C25D22" w:rsidP="00C25D22">
      <w:pPr>
        <w:rPr>
          <w:color w:val="808080" w:themeColor="background1" w:themeShade="80"/>
          <w:sz w:val="24"/>
          <w:szCs w:val="24"/>
        </w:rPr>
      </w:pPr>
      <w:proofErr w:type="gramStart"/>
      <w:r w:rsidRPr="000E6979">
        <w:rPr>
          <w:b/>
          <w:bCs/>
          <w:color w:val="808080" w:themeColor="background1" w:themeShade="80"/>
          <w:sz w:val="24"/>
          <w:szCs w:val="24"/>
        </w:rPr>
        <w:t>step</w:t>
      </w:r>
      <w:proofErr w:type="gramEnd"/>
      <w:r w:rsidRPr="000E6979">
        <w:rPr>
          <w:b/>
          <w:bCs/>
          <w:color w:val="808080" w:themeColor="background1" w:themeShade="80"/>
          <w:sz w:val="24"/>
          <w:szCs w:val="24"/>
        </w:rPr>
        <w:t xml:space="preserve"> 1</w:t>
      </w:r>
      <w:r w:rsidRPr="000E6979">
        <w:rPr>
          <w:color w:val="808080" w:themeColor="background1" w:themeShade="80"/>
          <w:sz w:val="24"/>
          <w:szCs w:val="24"/>
        </w:rPr>
        <w:t xml:space="preserve"> – Make at least 6 quick collages in your workbook exploring the idea of pure form.</w:t>
      </w:r>
    </w:p>
    <w:p w:rsidR="00C25D22" w:rsidRPr="000E6979" w:rsidRDefault="00C25D22" w:rsidP="00C25D22">
      <w:pPr>
        <w:rPr>
          <w:color w:val="808080" w:themeColor="background1" w:themeShade="80"/>
          <w:sz w:val="24"/>
          <w:szCs w:val="24"/>
        </w:rPr>
      </w:pPr>
    </w:p>
    <w:p w:rsidR="00C25D22" w:rsidRPr="000E6979" w:rsidRDefault="00C25D22" w:rsidP="00C25D22">
      <w:pPr>
        <w:rPr>
          <w:color w:val="808080" w:themeColor="background1" w:themeShade="80"/>
          <w:sz w:val="24"/>
          <w:szCs w:val="24"/>
        </w:rPr>
      </w:pPr>
      <w:proofErr w:type="gramStart"/>
      <w:r w:rsidRPr="000E6979">
        <w:rPr>
          <w:color w:val="808080" w:themeColor="background1" w:themeShade="80"/>
          <w:sz w:val="24"/>
          <w:szCs w:val="24"/>
        </w:rPr>
        <w:t>emphasize</w:t>
      </w:r>
      <w:proofErr w:type="gramEnd"/>
      <w:r w:rsidRPr="000E6979">
        <w:rPr>
          <w:color w:val="808080" w:themeColor="background1" w:themeShade="80"/>
          <w:sz w:val="24"/>
          <w:szCs w:val="24"/>
        </w:rPr>
        <w:t>:</w:t>
      </w:r>
    </w:p>
    <w:p w:rsidR="00C25D22" w:rsidRPr="000E6979" w:rsidRDefault="00C25D22" w:rsidP="00C25D22">
      <w:pPr>
        <w:pStyle w:val="ListParagraph"/>
        <w:numPr>
          <w:ilvl w:val="1"/>
          <w:numId w:val="1"/>
        </w:numPr>
        <w:rPr>
          <w:color w:val="808080" w:themeColor="background1" w:themeShade="80"/>
          <w:sz w:val="24"/>
          <w:szCs w:val="24"/>
        </w:rPr>
      </w:pPr>
      <w:proofErr w:type="gramStart"/>
      <w:r w:rsidRPr="000E6979">
        <w:rPr>
          <w:color w:val="808080" w:themeColor="background1" w:themeShade="80"/>
          <w:sz w:val="24"/>
          <w:szCs w:val="24"/>
        </w:rPr>
        <w:t>shape</w:t>
      </w:r>
      <w:proofErr w:type="gramEnd"/>
    </w:p>
    <w:p w:rsidR="00C25D22" w:rsidRPr="000E6979" w:rsidRDefault="00C25D22" w:rsidP="00C25D22">
      <w:pPr>
        <w:pStyle w:val="ListParagraph"/>
        <w:numPr>
          <w:ilvl w:val="1"/>
          <w:numId w:val="1"/>
        </w:numPr>
        <w:rPr>
          <w:color w:val="808080" w:themeColor="background1" w:themeShade="80"/>
          <w:sz w:val="24"/>
          <w:szCs w:val="24"/>
        </w:rPr>
      </w:pPr>
      <w:proofErr w:type="gramStart"/>
      <w:r w:rsidRPr="000E6979">
        <w:rPr>
          <w:color w:val="808080" w:themeColor="background1" w:themeShade="80"/>
          <w:sz w:val="24"/>
          <w:szCs w:val="24"/>
        </w:rPr>
        <w:t>color</w:t>
      </w:r>
      <w:proofErr w:type="gramEnd"/>
    </w:p>
    <w:p w:rsidR="00C25D22" w:rsidRPr="000E6979" w:rsidRDefault="00C25D22" w:rsidP="00C25D22">
      <w:pPr>
        <w:pStyle w:val="ListParagraph"/>
        <w:numPr>
          <w:ilvl w:val="1"/>
          <w:numId w:val="1"/>
        </w:numPr>
        <w:rPr>
          <w:color w:val="808080" w:themeColor="background1" w:themeShade="80"/>
          <w:sz w:val="24"/>
          <w:szCs w:val="24"/>
        </w:rPr>
      </w:pPr>
      <w:proofErr w:type="gramStart"/>
      <w:r w:rsidRPr="000E6979">
        <w:rPr>
          <w:color w:val="808080" w:themeColor="background1" w:themeShade="80"/>
          <w:sz w:val="24"/>
          <w:szCs w:val="24"/>
        </w:rPr>
        <w:t>texture</w:t>
      </w:r>
      <w:proofErr w:type="gramEnd"/>
    </w:p>
    <w:p w:rsidR="00C25D22" w:rsidRPr="000E6979" w:rsidRDefault="00C25D22" w:rsidP="00C25D22">
      <w:pPr>
        <w:pStyle w:val="ListParagraph"/>
        <w:numPr>
          <w:ilvl w:val="1"/>
          <w:numId w:val="1"/>
        </w:numPr>
        <w:rPr>
          <w:color w:val="808080" w:themeColor="background1" w:themeShade="80"/>
          <w:sz w:val="24"/>
          <w:szCs w:val="24"/>
        </w:rPr>
      </w:pPr>
      <w:proofErr w:type="gramStart"/>
      <w:r w:rsidRPr="000E6979">
        <w:rPr>
          <w:color w:val="808080" w:themeColor="background1" w:themeShade="80"/>
          <w:sz w:val="24"/>
          <w:szCs w:val="24"/>
        </w:rPr>
        <w:t>line</w:t>
      </w:r>
      <w:proofErr w:type="gramEnd"/>
    </w:p>
    <w:p w:rsidR="00C25D22" w:rsidRPr="000E6979" w:rsidRDefault="00C25D22" w:rsidP="00C25D22">
      <w:pPr>
        <w:pStyle w:val="ListParagraph"/>
        <w:numPr>
          <w:ilvl w:val="1"/>
          <w:numId w:val="1"/>
        </w:numPr>
        <w:rPr>
          <w:color w:val="808080" w:themeColor="background1" w:themeShade="80"/>
          <w:sz w:val="24"/>
          <w:szCs w:val="24"/>
        </w:rPr>
      </w:pPr>
      <w:proofErr w:type="gramStart"/>
      <w:r w:rsidRPr="000E6979">
        <w:rPr>
          <w:color w:val="808080" w:themeColor="background1" w:themeShade="80"/>
          <w:sz w:val="24"/>
          <w:szCs w:val="24"/>
        </w:rPr>
        <w:t>contrast</w:t>
      </w:r>
      <w:proofErr w:type="gramEnd"/>
    </w:p>
    <w:p w:rsidR="00C25D22" w:rsidRPr="000E6979" w:rsidRDefault="00C25D22" w:rsidP="00C25D22">
      <w:pPr>
        <w:pStyle w:val="ListParagraph"/>
        <w:numPr>
          <w:ilvl w:val="1"/>
          <w:numId w:val="1"/>
        </w:numPr>
        <w:rPr>
          <w:color w:val="808080" w:themeColor="background1" w:themeShade="80"/>
          <w:sz w:val="24"/>
          <w:szCs w:val="24"/>
        </w:rPr>
      </w:pPr>
      <w:proofErr w:type="gramStart"/>
      <w:r w:rsidRPr="000E6979">
        <w:rPr>
          <w:color w:val="808080" w:themeColor="background1" w:themeShade="80"/>
          <w:sz w:val="24"/>
          <w:szCs w:val="24"/>
        </w:rPr>
        <w:t>text</w:t>
      </w:r>
      <w:proofErr w:type="gramEnd"/>
      <w:r w:rsidRPr="000E6979">
        <w:rPr>
          <w:color w:val="808080" w:themeColor="background1" w:themeShade="80"/>
          <w:sz w:val="24"/>
          <w:szCs w:val="24"/>
        </w:rPr>
        <w:t xml:space="preserve"> as shape</w:t>
      </w:r>
    </w:p>
    <w:p w:rsidR="00C25D22" w:rsidRDefault="00C25D22" w:rsidP="00C25D22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C25D22" w:rsidRPr="00F97B3A" w:rsidRDefault="00C25D22" w:rsidP="00C25D22">
      <w:pPr>
        <w:rPr>
          <w:sz w:val="24"/>
          <w:szCs w:val="24"/>
        </w:rPr>
      </w:pPr>
    </w:p>
    <w:p w:rsidR="00C25D22" w:rsidRDefault="00C25D22" w:rsidP="00C25D22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proofErr w:type="gramStart"/>
      <w:r>
        <w:rPr>
          <w:b/>
          <w:bCs/>
          <w:sz w:val="24"/>
          <w:szCs w:val="24"/>
        </w:rPr>
        <w:t>step</w:t>
      </w:r>
      <w:proofErr w:type="gramEnd"/>
      <w:r>
        <w:rPr>
          <w:b/>
          <w:bCs/>
          <w:sz w:val="24"/>
          <w:szCs w:val="24"/>
        </w:rPr>
        <w:t xml:space="preserve"> 2 </w:t>
      </w:r>
      <w:r>
        <w:rPr>
          <w:sz w:val="24"/>
          <w:szCs w:val="24"/>
        </w:rPr>
        <w:t xml:space="preserve"> - Make 5 small paintings (canvas paper provided)</w:t>
      </w:r>
    </w:p>
    <w:p w:rsidR="00C25D22" w:rsidRDefault="00C25D22" w:rsidP="00C25D22">
      <w:pPr>
        <w:rPr>
          <w:sz w:val="24"/>
          <w:szCs w:val="24"/>
        </w:rPr>
      </w:pPr>
    </w:p>
    <w:p w:rsidR="00C25D22" w:rsidRDefault="00C25D22" w:rsidP="00C25D2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using</w:t>
      </w:r>
      <w:proofErr w:type="gramEnd"/>
      <w:r>
        <w:rPr>
          <w:sz w:val="24"/>
          <w:szCs w:val="24"/>
        </w:rPr>
        <w:t xml:space="preserve"> primarily abstract shapes emphasize:</w:t>
      </w:r>
    </w:p>
    <w:p w:rsidR="00C25D22" w:rsidRPr="00633271" w:rsidRDefault="00C25D22" w:rsidP="00C25D22">
      <w:pPr>
        <w:pStyle w:val="ListParagraph"/>
        <w:numPr>
          <w:ilvl w:val="0"/>
          <w:numId w:val="2"/>
        </w:numPr>
        <w:rPr>
          <w:color w:val="0000FF"/>
          <w:sz w:val="24"/>
          <w:szCs w:val="24"/>
        </w:rPr>
      </w:pPr>
      <w:proofErr w:type="gramStart"/>
      <w:r w:rsidRPr="00633271">
        <w:rPr>
          <w:color w:val="0000FF"/>
          <w:sz w:val="24"/>
          <w:szCs w:val="24"/>
        </w:rPr>
        <w:t>shape</w:t>
      </w:r>
      <w:proofErr w:type="gramEnd"/>
    </w:p>
    <w:p w:rsidR="00C25D22" w:rsidRPr="00633271" w:rsidRDefault="00C25D22" w:rsidP="00C25D22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proofErr w:type="gramStart"/>
      <w:r w:rsidRPr="00633271">
        <w:rPr>
          <w:color w:val="FF0000"/>
          <w:sz w:val="24"/>
          <w:szCs w:val="24"/>
        </w:rPr>
        <w:t>color</w:t>
      </w:r>
      <w:proofErr w:type="gramEnd"/>
    </w:p>
    <w:p w:rsidR="00C25D22" w:rsidRPr="00633271" w:rsidRDefault="00C25D22" w:rsidP="00C25D22">
      <w:pPr>
        <w:pStyle w:val="ListParagraph"/>
        <w:numPr>
          <w:ilvl w:val="0"/>
          <w:numId w:val="2"/>
        </w:numPr>
        <w:rPr>
          <w:color w:val="0000FF"/>
          <w:sz w:val="24"/>
          <w:szCs w:val="24"/>
        </w:rPr>
      </w:pPr>
      <w:proofErr w:type="gramStart"/>
      <w:r w:rsidRPr="00633271">
        <w:rPr>
          <w:color w:val="0000FF"/>
          <w:sz w:val="24"/>
          <w:szCs w:val="24"/>
        </w:rPr>
        <w:t>texture</w:t>
      </w:r>
      <w:proofErr w:type="gramEnd"/>
    </w:p>
    <w:p w:rsidR="00C25D22" w:rsidRPr="00633271" w:rsidRDefault="00C25D22" w:rsidP="00C25D22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proofErr w:type="gramStart"/>
      <w:r w:rsidRPr="00633271">
        <w:rPr>
          <w:color w:val="FF0000"/>
          <w:sz w:val="24"/>
          <w:szCs w:val="24"/>
        </w:rPr>
        <w:t>line</w:t>
      </w:r>
      <w:proofErr w:type="gramEnd"/>
    </w:p>
    <w:p w:rsidR="00C25D22" w:rsidRPr="00633271" w:rsidRDefault="00C25D22" w:rsidP="00C25D22">
      <w:pPr>
        <w:pStyle w:val="ListParagraph"/>
        <w:numPr>
          <w:ilvl w:val="0"/>
          <w:numId w:val="2"/>
        </w:numPr>
        <w:rPr>
          <w:color w:val="0000FF"/>
          <w:sz w:val="24"/>
          <w:szCs w:val="24"/>
        </w:rPr>
      </w:pPr>
      <w:proofErr w:type="gramStart"/>
      <w:r w:rsidRPr="00633271">
        <w:rPr>
          <w:color w:val="0000FF"/>
          <w:sz w:val="24"/>
          <w:szCs w:val="24"/>
        </w:rPr>
        <w:t>contrast</w:t>
      </w:r>
      <w:proofErr w:type="gramEnd"/>
    </w:p>
    <w:p w:rsidR="00C25D22" w:rsidRDefault="00C25D22" w:rsidP="00C25D22">
      <w:pPr>
        <w:rPr>
          <w:sz w:val="24"/>
          <w:szCs w:val="24"/>
        </w:rPr>
      </w:pPr>
    </w:p>
    <w:p w:rsidR="00C25D22" w:rsidRDefault="00C25D22" w:rsidP="00C25D22">
      <w:pPr>
        <w:rPr>
          <w:sz w:val="24"/>
          <w:szCs w:val="24"/>
        </w:rPr>
      </w:pPr>
    </w:p>
    <w:p w:rsidR="00C25D22" w:rsidRDefault="00C25D22" w:rsidP="00C25D22">
      <w:pPr>
        <w:rPr>
          <w:sz w:val="24"/>
          <w:szCs w:val="24"/>
        </w:rPr>
      </w:pPr>
    </w:p>
    <w:p w:rsidR="00C25D22" w:rsidRPr="00F97B3A" w:rsidRDefault="00C25D22" w:rsidP="00C25D22">
      <w:pPr>
        <w:rPr>
          <w:sz w:val="24"/>
          <w:szCs w:val="24"/>
        </w:rPr>
      </w:pPr>
    </w:p>
    <w:p w:rsidR="00C25D22" w:rsidRDefault="00C25D22" w:rsidP="00C25D22">
      <w:pPr>
        <w:rPr>
          <w:b/>
          <w:bCs/>
          <w:color w:val="0000FF"/>
          <w:sz w:val="28"/>
          <w:szCs w:val="28"/>
        </w:rPr>
      </w:pPr>
      <w:r w:rsidRPr="00DE7461">
        <w:rPr>
          <w:b/>
          <w:bCs/>
          <w:color w:val="0000FF"/>
          <w:sz w:val="28"/>
          <w:szCs w:val="28"/>
        </w:rPr>
        <w:t>Studio Application</w:t>
      </w:r>
    </w:p>
    <w:p w:rsidR="00C25D22" w:rsidRDefault="00C25D22" w:rsidP="00C25D22">
      <w:pPr>
        <w:rPr>
          <w:b/>
          <w:bCs/>
          <w:color w:val="0000FF"/>
          <w:sz w:val="28"/>
          <w:szCs w:val="28"/>
        </w:rPr>
      </w:pPr>
    </w:p>
    <w:p w:rsidR="00C25D22" w:rsidRPr="000E6979" w:rsidRDefault="00C25D22" w:rsidP="00C25D22">
      <w:pPr>
        <w:rPr>
          <w:bCs/>
        </w:rPr>
      </w:pPr>
      <w:proofErr w:type="gramStart"/>
      <w:r w:rsidRPr="000E6979">
        <w:rPr>
          <w:b/>
          <w:bCs/>
        </w:rPr>
        <w:t>step</w:t>
      </w:r>
      <w:proofErr w:type="gramEnd"/>
      <w:r w:rsidRPr="000E6979">
        <w:rPr>
          <w:b/>
          <w:bCs/>
        </w:rPr>
        <w:t xml:space="preserve"> 3</w:t>
      </w:r>
      <w:r w:rsidRPr="000E6979">
        <w:rPr>
          <w:bCs/>
        </w:rPr>
        <w:t xml:space="preserve"> - make at least 15 small thumbnail composition sketches using colored pencils</w:t>
      </w:r>
    </w:p>
    <w:p w:rsidR="00C25D22" w:rsidRPr="00F97B3A" w:rsidRDefault="00C25D22" w:rsidP="00C25D22">
      <w:pPr>
        <w:rPr>
          <w:b/>
          <w:bCs/>
          <w:sz w:val="24"/>
          <w:szCs w:val="24"/>
        </w:rPr>
      </w:pPr>
    </w:p>
    <w:p w:rsidR="00C25D22" w:rsidRPr="00F97B3A" w:rsidRDefault="00C25D22" w:rsidP="00C25D22">
      <w:pPr>
        <w:rPr>
          <w:sz w:val="24"/>
          <w:szCs w:val="24"/>
        </w:rPr>
      </w:pPr>
      <w:r>
        <w:rPr>
          <w:b/>
          <w:bCs/>
          <w:sz w:val="24"/>
          <w:szCs w:val="24"/>
        </w:rPr>
        <w:t>Step 4</w:t>
      </w:r>
      <w:r w:rsidRPr="00F97B3A">
        <w:rPr>
          <w:sz w:val="24"/>
          <w:szCs w:val="24"/>
        </w:rPr>
        <w:t xml:space="preserve"> – </w:t>
      </w:r>
      <w:r>
        <w:rPr>
          <w:sz w:val="24"/>
          <w:szCs w:val="24"/>
        </w:rPr>
        <w:t>make at least 2 final paintings (canvas provided)</w:t>
      </w:r>
    </w:p>
    <w:p w:rsidR="00C25D22" w:rsidRPr="00842CFC" w:rsidRDefault="00C25D22" w:rsidP="00C25D22">
      <w:pPr>
        <w:ind w:firstLine="720"/>
      </w:pPr>
    </w:p>
    <w:p w:rsidR="00515CC0" w:rsidRDefault="006135EC"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-516255</wp:posOffset>
                </wp:positionH>
                <wp:positionV relativeFrom="paragraph">
                  <wp:posOffset>40640</wp:posOffset>
                </wp:positionV>
                <wp:extent cx="6637020" cy="790067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7020" cy="790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996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208"/>
                              <w:gridCol w:w="1170"/>
                              <w:gridCol w:w="1896"/>
                              <w:gridCol w:w="1896"/>
                              <w:gridCol w:w="1896"/>
                              <w:gridCol w:w="1897"/>
                            </w:tblGrid>
                            <w:tr w:rsidR="006135EC" w:rsidTr="00717FD4">
                              <w:trPr>
                                <w:trHeight w:val="404"/>
                              </w:trPr>
                              <w:tc>
                                <w:tcPr>
                                  <w:tcW w:w="1208" w:type="dxa"/>
                                </w:tcPr>
                                <w:p w:rsidR="006135EC" w:rsidRDefault="006135EC" w:rsidP="00717FD4"/>
                              </w:tc>
                              <w:tc>
                                <w:tcPr>
                                  <w:tcW w:w="1170" w:type="dxa"/>
                                  <w:shd w:val="clear" w:color="auto" w:fill="F2F2F2" w:themeFill="background1" w:themeFillShade="F2"/>
                                </w:tcPr>
                                <w:p w:rsidR="006135EC" w:rsidRPr="001A4CAF" w:rsidRDefault="006135EC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A4CAF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  <w:t>No Evidence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D9D9D9" w:themeFill="background1" w:themeFillShade="D9"/>
                                </w:tcPr>
                                <w:p w:rsidR="006135EC" w:rsidRPr="001A4CAF" w:rsidRDefault="006135EC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A4CAF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  <w:t>Emerging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F2F2F2" w:themeFill="background1" w:themeFillShade="F2"/>
                                </w:tcPr>
                                <w:p w:rsidR="006135EC" w:rsidRPr="001A4CAF" w:rsidRDefault="006135EC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A4CAF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  <w:t>Approaching the Standard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6135EC" w:rsidRPr="001A4CAF" w:rsidRDefault="006135EC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A4CAF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  <w:t>Meeting the Standard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:rsidR="006135EC" w:rsidRPr="001A4CAF" w:rsidRDefault="006135EC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A4CAF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  <w:t>Extending the Standard</w:t>
                                  </w:r>
                                </w:p>
                              </w:tc>
                            </w:tr>
                            <w:tr w:rsidR="006135EC" w:rsidTr="00717FD4">
                              <w:trPr>
                                <w:trHeight w:val="1134"/>
                              </w:trPr>
                              <w:tc>
                                <w:tcPr>
                                  <w:tcW w:w="1208" w:type="dxa"/>
                                  <w:vMerge w:val="restart"/>
                                  <w:shd w:val="clear" w:color="auto" w:fill="D6E3BC" w:themeFill="accent3" w:themeFillTint="66"/>
                                  <w:vAlign w:val="center"/>
                                </w:tcPr>
                                <w:p w:rsidR="006135EC" w:rsidRDefault="006135EC" w:rsidP="00717FD4">
                                  <w:pPr>
                                    <w:jc w:val="center"/>
                                  </w:pPr>
                                  <w:r>
                                    <w:t>Studio Habits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F2F2F2" w:themeFill="background1" w:themeFillShade="F2"/>
                                </w:tcPr>
                                <w:p w:rsidR="006135EC" w:rsidRPr="006770A0" w:rsidRDefault="006135EC" w:rsidP="00717FD4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  <w:r w:rsidRPr="006770A0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Student demonstrates incomplete or insufficient evidence. 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D9D9D9" w:themeFill="background1" w:themeFillShade="D9"/>
                                </w:tcPr>
                                <w:p w:rsidR="006135EC" w:rsidRPr="006770A0" w:rsidRDefault="006135EC" w:rsidP="00717FD4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Student demonstrates evidence of initial and/or inconsistent understanding of concepts, skills, and/or processes within the standards. 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F2F2F2" w:themeFill="background1" w:themeFillShade="F2"/>
                                </w:tcPr>
                                <w:p w:rsidR="006135EC" w:rsidRPr="006770A0" w:rsidRDefault="006135EC" w:rsidP="00717FD4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  <w:r w:rsidRPr="006770A0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Student demonstrates, with some consistency, evidence of partial understanding of concepts, skills, and/or processes within the standard. 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6135EC" w:rsidRPr="006770A0" w:rsidRDefault="006135EC" w:rsidP="00717FD4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  <w:r w:rsidRPr="006770A0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Student demonstrates evidence of thorough and consistent understanding of concepts, skills, and/or processes within the standard. 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:rsidR="006135EC" w:rsidRPr="006770A0" w:rsidRDefault="006135EC" w:rsidP="00717FD4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  <w:r w:rsidRPr="006770A0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Student demonstrates the ability to transfer concepts, skills, and/or processes beyond the standard. </w:t>
                                  </w:r>
                                </w:p>
                              </w:tc>
                            </w:tr>
                            <w:tr w:rsidR="006135EC" w:rsidTr="00717FD4">
                              <w:trPr>
                                <w:trHeight w:val="284"/>
                              </w:trPr>
                              <w:tc>
                                <w:tcPr>
                                  <w:tcW w:w="1208" w:type="dxa"/>
                                  <w:vMerge/>
                                  <w:shd w:val="clear" w:color="auto" w:fill="D6E3BC" w:themeFill="accent3" w:themeFillTint="66"/>
                                  <w:vAlign w:val="center"/>
                                </w:tcPr>
                                <w:p w:rsidR="006135EC" w:rsidRPr="005E09A0" w:rsidRDefault="006135EC" w:rsidP="00717FD4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  <w:vAlign w:val="center"/>
                                </w:tcPr>
                                <w:p w:rsidR="006135EC" w:rsidRPr="005E09A0" w:rsidRDefault="006135EC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E09A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vAlign w:val="center"/>
                                </w:tcPr>
                                <w:p w:rsidR="006135EC" w:rsidRPr="005E09A0" w:rsidRDefault="006135EC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E09A0">
                                    <w:rPr>
                                      <w:rFonts w:asciiTheme="majorHAnsi" w:eastAsia="Tahoma" w:hAnsiTheme="majorHAnsi" w:cs="Tahoma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  <w:vAlign w:val="center"/>
                                </w:tcPr>
                                <w:p w:rsidR="006135EC" w:rsidRPr="005E09A0" w:rsidRDefault="006135EC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E09A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  <w:vAlign w:val="center"/>
                                </w:tcPr>
                                <w:p w:rsidR="006135EC" w:rsidRPr="005E09A0" w:rsidRDefault="006135EC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E09A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  <w:vAlign w:val="center"/>
                                </w:tcPr>
                                <w:p w:rsidR="006135EC" w:rsidRPr="005E09A0" w:rsidRDefault="006135EC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E09A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135EC" w:rsidTr="00717FD4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FBD4B4" w:themeFill="accent6" w:themeFillTint="66"/>
                                  <w:textDirection w:val="btLr"/>
                                  <w:vAlign w:val="center"/>
                                </w:tcPr>
                                <w:p w:rsidR="006135EC" w:rsidRPr="00B0178C" w:rsidRDefault="006135EC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Envision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developed artworks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which show an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initial understanding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of the theme of the project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:rsidR="006135EC" w:rsidRPr="006770A0" w:rsidRDefault="006135EC" w:rsidP="00717FD4">
                                  <w:pPr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>developed finished artworks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 based on the theme of the project</w:t>
                                  </w:r>
                                </w:p>
                                <w:p w:rsidR="006135EC" w:rsidRPr="006770A0" w:rsidRDefault="006135EC" w:rsidP="00717FD4">
                                  <w:pPr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>You developed finished artworks that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exhibit unique and personal visual solutions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and that avoided obvious visual clichés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:rsidR="006135EC" w:rsidRPr="006770A0" w:rsidRDefault="006135EC" w:rsidP="00717FD4">
                                  <w:pPr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>You created artworks breaking</w:t>
                                  </w:r>
                                  <w:r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 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established </w:t>
                                  </w:r>
                                  <w:proofErr w:type="spellStart"/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>conventions</w:t>
                                  </w:r>
                                  <w:proofErr w:type="gramStart"/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>,</w:t>
                                  </w:r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>making</w:t>
                                  </w:r>
                                  <w:proofErr w:type="spellEnd"/>
                                  <w:proofErr w:type="gramEnd"/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  multiple works of art based on a theme, idea, or concept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. </w:t>
                                  </w:r>
                                </w:p>
                              </w:tc>
                            </w:tr>
                            <w:tr w:rsidR="006135EC" w:rsidTr="00717FD4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FBD4B4" w:themeFill="accent6" w:themeFillTint="66"/>
                                  <w:textDirection w:val="btLr"/>
                                  <w:vAlign w:val="center"/>
                                </w:tcPr>
                                <w:p w:rsidR="006135EC" w:rsidRPr="00B0178C" w:rsidRDefault="006135EC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Stretch and Explore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planned a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solution/media/technique before deciding on your course of action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planned and experimented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with multiple solutions/media/technique in order to explore creative possibilities before deciding on your course of action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planned and experimented with multiple solutions/media/technique in order to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explore creative possibilities throughout the project.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planned and experimented with multiple solutions/media/technique 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which </w:t>
                                  </w:r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>showed the formulation of new creative problems based on your own developments</w:t>
                                  </w:r>
                                </w:p>
                              </w:tc>
                            </w:tr>
                            <w:tr w:rsidR="006135EC" w:rsidTr="00717FD4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FBD4B4" w:themeFill="accent6" w:themeFillTint="66"/>
                                  <w:textDirection w:val="btLr"/>
                                  <w:vAlign w:val="center"/>
                                </w:tcPr>
                                <w:p w:rsidR="006135EC" w:rsidRPr="00B0178C" w:rsidRDefault="006135EC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Engage and Persist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showed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some persistence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in achieving quality results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showed persistence in achieving quality results and refined work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based on your own observations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showed persistence in achieving quality results and refined work based on your own observations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and feedback from others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showed persistence in achieving quality results and refined work based on your own observations, feedback from others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and a broader cultural context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6135EC" w:rsidTr="00717FD4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B6DDE8" w:themeFill="accent5" w:themeFillTint="66"/>
                                  <w:textDirection w:val="btLr"/>
                                  <w:vAlign w:val="center"/>
                                </w:tcPr>
                                <w:p w:rsidR="006135EC" w:rsidRPr="00B0178C" w:rsidRDefault="006135EC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Reflect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:rsidR="006135EC" w:rsidRPr="006770A0" w:rsidRDefault="006135EC" w:rsidP="00717FD4">
                                  <w:pPr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>reflect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 on whether your artwork conveys the intended meaning</w:t>
                                  </w:r>
                                </w:p>
                                <w:p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:rsidR="006135EC" w:rsidRPr="006770A0" w:rsidRDefault="006135EC" w:rsidP="00717FD4">
                                  <w:pPr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>apply relevant criteria to examine, reflect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 on, and explain how your artwork fits the objectives of the project</w:t>
                                  </w:r>
                                </w:p>
                                <w:p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Your response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shows a clear understanding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of how the elements in your artwork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integrate form, theme and contex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>t to meet the objectives of the project.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Your response shows a clear understanding of how the elements in your artwork integrate form, theme and context to meet the objectives of the project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and how it fits into a broader cultural context</w:t>
                                  </w:r>
                                </w:p>
                              </w:tc>
                            </w:tr>
                            <w:tr w:rsidR="006135EC" w:rsidTr="00717FD4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B6DDE8" w:themeFill="accent5" w:themeFillTint="66"/>
                                  <w:textDirection w:val="btLr"/>
                                  <w:vAlign w:val="center"/>
                                </w:tcPr>
                                <w:p w:rsidR="006135EC" w:rsidRPr="00B0178C" w:rsidRDefault="006135EC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Developing Craft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Your artwork shows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some experiments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with the media used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>Your ar</w:t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twork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 xml:space="preserve">shows some skill 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>with the media used and shows some attention to detail and care and skill in construction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Your artwork shows a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developed skill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with the media used and shows attention to detail and care and skill in construction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Your artwork shows a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mastery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of the media used and shows attention to detail and care and skill in construction</w:t>
                                  </w:r>
                                </w:p>
                              </w:tc>
                            </w:tr>
                            <w:tr w:rsidR="006135EC" w:rsidTr="00717FD4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B6DDE8" w:themeFill="accent5" w:themeFillTint="66"/>
                                  <w:textDirection w:val="btLr"/>
                                  <w:vAlign w:val="center"/>
                                </w:tcPr>
                                <w:p w:rsidR="006135EC" w:rsidRPr="00B0178C" w:rsidRDefault="006135EC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Express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considered some aspects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of your composition so that your artwork communicates your “big ideas”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considered and integrated aspects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of your composition so that your artwork communicates your “big ideas”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considered and integrated all aspects of your composition so that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your artwork communicates your “big ideas” effectively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:rsidR="006135EC" w:rsidRPr="006770A0" w:rsidRDefault="006135EC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considered and integrated all aspects of your composition so that your artwork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communicates your “big ideas” effectively into a broader cultural context</w:t>
                                  </w:r>
                                </w:p>
                              </w:tc>
                            </w:tr>
                          </w:tbl>
                          <w:p w:rsidR="006135EC" w:rsidRDefault="006135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40.6pt;margin-top:3.2pt;width:522.6pt;height:622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" filled="f" stroked="f">
                <v:textbox>
                  <w:txbxContent>
                    <w:tbl>
                      <w:tblPr>
                        <w:tblStyle w:val="TableGrid"/>
                        <w:tblW w:w="996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208"/>
                        <w:gridCol w:w="1170"/>
                        <w:gridCol w:w="1896"/>
                        <w:gridCol w:w="1896"/>
                        <w:gridCol w:w="1896"/>
                        <w:gridCol w:w="1897"/>
                      </w:tblGrid>
                      <w:tr w:rsidR="006135EC" w:rsidTr="00717FD4">
                        <w:trPr>
                          <w:trHeight w:val="404"/>
                        </w:trPr>
                        <w:tc>
                          <w:tcPr>
                            <w:tcW w:w="1208" w:type="dxa"/>
                          </w:tcPr>
                          <w:p w:rsidR="006135EC" w:rsidRDefault="006135EC" w:rsidP="00717FD4"/>
                        </w:tc>
                        <w:tc>
                          <w:tcPr>
                            <w:tcW w:w="1170" w:type="dxa"/>
                            <w:shd w:val="clear" w:color="auto" w:fill="F2F2F2" w:themeFill="background1" w:themeFillShade="F2"/>
                          </w:tcPr>
                          <w:p w:rsidR="006135EC" w:rsidRPr="001A4CAF" w:rsidRDefault="006135EC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</w:pPr>
                            <w:r w:rsidRPr="001A4CAF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  <w:t>No Evidence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D9D9D9" w:themeFill="background1" w:themeFillShade="D9"/>
                          </w:tcPr>
                          <w:p w:rsidR="006135EC" w:rsidRPr="001A4CAF" w:rsidRDefault="006135EC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sz w:val="18"/>
                                <w:szCs w:val="18"/>
                              </w:rPr>
                            </w:pPr>
                            <w:r w:rsidRPr="001A4CAF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  <w:t>Emerging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F2F2F2" w:themeFill="background1" w:themeFillShade="F2"/>
                          </w:tcPr>
                          <w:p w:rsidR="006135EC" w:rsidRPr="001A4CAF" w:rsidRDefault="006135EC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sz w:val="18"/>
                                <w:szCs w:val="18"/>
                              </w:rPr>
                            </w:pPr>
                            <w:r w:rsidRPr="001A4CAF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  <w:t>Approaching the Standard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6135EC" w:rsidRPr="001A4CAF" w:rsidRDefault="006135EC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sz w:val="18"/>
                                <w:szCs w:val="18"/>
                              </w:rPr>
                            </w:pPr>
                            <w:r w:rsidRPr="001A4CAF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  <w:t>Meeting the Standard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F2F2F2" w:themeFill="background1" w:themeFillShade="F2"/>
                          </w:tcPr>
                          <w:p w:rsidR="006135EC" w:rsidRPr="001A4CAF" w:rsidRDefault="006135EC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sz w:val="18"/>
                                <w:szCs w:val="18"/>
                              </w:rPr>
                            </w:pPr>
                            <w:r w:rsidRPr="001A4CAF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  <w:t>Extending the Standard</w:t>
                            </w:r>
                          </w:p>
                        </w:tc>
                      </w:tr>
                      <w:tr w:rsidR="006135EC" w:rsidTr="00717FD4">
                        <w:trPr>
                          <w:trHeight w:val="1134"/>
                        </w:trPr>
                        <w:tc>
                          <w:tcPr>
                            <w:tcW w:w="1208" w:type="dxa"/>
                            <w:vMerge w:val="restart"/>
                            <w:shd w:val="clear" w:color="auto" w:fill="D6E3BC" w:themeFill="accent3" w:themeFillTint="66"/>
                            <w:vAlign w:val="center"/>
                          </w:tcPr>
                          <w:p w:rsidR="006135EC" w:rsidRDefault="006135EC" w:rsidP="00717FD4">
                            <w:pPr>
                              <w:jc w:val="center"/>
                            </w:pPr>
                            <w:r>
                              <w:t>Studio Habits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F2F2F2" w:themeFill="background1" w:themeFillShade="F2"/>
                          </w:tcPr>
                          <w:p w:rsidR="006135EC" w:rsidRPr="006770A0" w:rsidRDefault="006135EC" w:rsidP="00717FD4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i/>
                                <w:iCs/>
                                <w:sz w:val="14"/>
                                <w:szCs w:val="14"/>
                              </w:rPr>
                              <w:t> </w:t>
                            </w:r>
                            <w:r w:rsidRPr="006770A0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  <w:t>Student demonstrates incomplete or insufficient evidence. 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D9D9D9" w:themeFill="background1" w:themeFillShade="D9"/>
                          </w:tcPr>
                          <w:p w:rsidR="006135EC" w:rsidRPr="006770A0" w:rsidRDefault="006135EC" w:rsidP="00717FD4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  <w:t>Student demonstrates evidence of initial and/or inconsistent understanding of concepts, skills, and/or processes within the standards. 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F2F2F2" w:themeFill="background1" w:themeFillShade="F2"/>
                          </w:tcPr>
                          <w:p w:rsidR="006135EC" w:rsidRPr="006770A0" w:rsidRDefault="006135EC" w:rsidP="00717FD4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i/>
                                <w:iCs/>
                                <w:sz w:val="14"/>
                                <w:szCs w:val="14"/>
                              </w:rPr>
                              <w:t> </w:t>
                            </w:r>
                            <w:r w:rsidRPr="006770A0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  <w:t>Student demonstrates, with some consistency, evidence of partial understanding of concepts, skills, and/or processes within the standard. 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6135EC" w:rsidRPr="006770A0" w:rsidRDefault="006135EC" w:rsidP="00717FD4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i/>
                                <w:iCs/>
                                <w:sz w:val="14"/>
                                <w:szCs w:val="14"/>
                              </w:rPr>
                              <w:t> </w:t>
                            </w:r>
                            <w:r w:rsidRPr="006770A0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  <w:t>Student demonstrates evidence of thorough and consistent understanding of concepts, skills, and/or processes within the standard. 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F2F2F2" w:themeFill="background1" w:themeFillShade="F2"/>
                          </w:tcPr>
                          <w:p w:rsidR="006135EC" w:rsidRPr="006770A0" w:rsidRDefault="006135EC" w:rsidP="00717FD4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i/>
                                <w:iCs/>
                                <w:sz w:val="14"/>
                                <w:szCs w:val="14"/>
                              </w:rPr>
                              <w:t> </w:t>
                            </w:r>
                            <w:r w:rsidRPr="006770A0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  <w:t>Student demonstrates the ability to transfer concepts, skills, and/or processes beyond the standard. </w:t>
                            </w:r>
                          </w:p>
                        </w:tc>
                      </w:tr>
                      <w:tr w:rsidR="006135EC" w:rsidTr="00717FD4">
                        <w:trPr>
                          <w:trHeight w:val="284"/>
                        </w:trPr>
                        <w:tc>
                          <w:tcPr>
                            <w:tcW w:w="1208" w:type="dxa"/>
                            <w:vMerge/>
                            <w:shd w:val="clear" w:color="auto" w:fill="D6E3BC" w:themeFill="accent3" w:themeFillTint="66"/>
                            <w:vAlign w:val="center"/>
                          </w:tcPr>
                          <w:p w:rsidR="006135EC" w:rsidRPr="005E09A0" w:rsidRDefault="006135EC" w:rsidP="00717FD4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  <w:vAlign w:val="center"/>
                          </w:tcPr>
                          <w:p w:rsidR="006135EC" w:rsidRPr="005E09A0" w:rsidRDefault="006135EC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E09A0"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896" w:type="dxa"/>
                            <w:vAlign w:val="center"/>
                          </w:tcPr>
                          <w:p w:rsidR="006135EC" w:rsidRPr="005E09A0" w:rsidRDefault="006135EC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E09A0">
                              <w:rPr>
                                <w:rFonts w:asciiTheme="majorHAnsi" w:eastAsia="Tahoma" w:hAnsiTheme="majorHAnsi" w:cs="Tahoma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  <w:vAlign w:val="center"/>
                          </w:tcPr>
                          <w:p w:rsidR="006135EC" w:rsidRPr="005E09A0" w:rsidRDefault="006135EC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E09A0"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  <w:vAlign w:val="center"/>
                          </w:tcPr>
                          <w:p w:rsidR="006135EC" w:rsidRPr="005E09A0" w:rsidRDefault="006135EC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E09A0"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  <w:vAlign w:val="center"/>
                          </w:tcPr>
                          <w:p w:rsidR="006135EC" w:rsidRPr="005E09A0" w:rsidRDefault="006135EC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E09A0"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</w:tr>
                      <w:tr w:rsidR="006135EC" w:rsidTr="00717FD4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FBD4B4" w:themeFill="accent6" w:themeFillTint="66"/>
                            <w:textDirection w:val="btLr"/>
                            <w:vAlign w:val="center"/>
                          </w:tcPr>
                          <w:p w:rsidR="006135EC" w:rsidRPr="00B0178C" w:rsidRDefault="006135EC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Envision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developed artworks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which show an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initial understanding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of the theme of the project 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:rsidR="006135EC" w:rsidRPr="006770A0" w:rsidRDefault="006135EC" w:rsidP="00717FD4">
                            <w:pPr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>developed finished artworks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 based on the theme of the project</w:t>
                            </w:r>
                          </w:p>
                          <w:p w:rsidR="006135EC" w:rsidRPr="006770A0" w:rsidRDefault="006135EC" w:rsidP="00717FD4">
                            <w:pPr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>You developed finished artworks that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exhibit unique and personal visual solutions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and that avoided obvious visual clichés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:rsidR="006135EC" w:rsidRPr="006770A0" w:rsidRDefault="006135EC" w:rsidP="00717FD4">
                            <w:pPr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>You created artworks breaking</w:t>
                            </w:r>
                            <w:r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 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established </w:t>
                            </w:r>
                            <w:proofErr w:type="spellStart"/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>conventions</w:t>
                            </w:r>
                            <w:proofErr w:type="gramStart"/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>,</w:t>
                            </w:r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>making</w:t>
                            </w:r>
                            <w:proofErr w:type="spellEnd"/>
                            <w:proofErr w:type="gramEnd"/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 xml:space="preserve">  multiple works of art based on a theme, idea, or concept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. </w:t>
                            </w:r>
                          </w:p>
                        </w:tc>
                      </w:tr>
                      <w:tr w:rsidR="006135EC" w:rsidTr="00717FD4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FBD4B4" w:themeFill="accent6" w:themeFillTint="66"/>
                            <w:textDirection w:val="btLr"/>
                            <w:vAlign w:val="center"/>
                          </w:tcPr>
                          <w:p w:rsidR="006135EC" w:rsidRPr="00B0178C" w:rsidRDefault="006135EC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Stretch and Explore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planned a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solution/media/technique before deciding on your course of action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planned and experimented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with multiple solutions/media/technique in order to explore creative possibilities before deciding on your course of action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planned and experimented with multiple solutions/media/technique in order to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explore creative possibilities throughout the project.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planned and experimented with multiple solutions/media/technique 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which </w:t>
                            </w:r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>showed the formulation of new creative problems based on your own developments</w:t>
                            </w:r>
                          </w:p>
                        </w:tc>
                      </w:tr>
                      <w:tr w:rsidR="006135EC" w:rsidTr="00717FD4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FBD4B4" w:themeFill="accent6" w:themeFillTint="66"/>
                            <w:textDirection w:val="btLr"/>
                            <w:vAlign w:val="center"/>
                          </w:tcPr>
                          <w:p w:rsidR="006135EC" w:rsidRPr="00B0178C" w:rsidRDefault="006135EC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Engage and Persist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showed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some persistence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in achieving quality results 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showed persistence in achieving quality results and refined work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based on your own observations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showed persistence in achieving quality results and refined work based on your own observations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and feedback from others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showed persistence in achieving quality results and refined work based on your own observations, feedback from others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and a broader cultural context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c>
                      </w:tr>
                      <w:tr w:rsidR="006135EC" w:rsidTr="00717FD4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B6DDE8" w:themeFill="accent5" w:themeFillTint="66"/>
                            <w:textDirection w:val="btLr"/>
                            <w:vAlign w:val="center"/>
                          </w:tcPr>
                          <w:p w:rsidR="006135EC" w:rsidRPr="00B0178C" w:rsidRDefault="006135EC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Reflect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:rsidR="006135EC" w:rsidRPr="006770A0" w:rsidRDefault="006135EC" w:rsidP="00717FD4">
                            <w:pPr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>reflect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 on whether your artwork conveys the intended meaning</w:t>
                            </w:r>
                          </w:p>
                          <w:p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:rsidR="006135EC" w:rsidRPr="006770A0" w:rsidRDefault="006135EC" w:rsidP="00717FD4">
                            <w:pPr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>apply relevant criteria to examine, reflect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 on, and explain how your artwork fits the objectives of the project</w:t>
                            </w:r>
                          </w:p>
                          <w:p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Your response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shows a clear understanding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of how the elements in your artwork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integrate form, theme and contex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>t to meet the objectives of the project.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Your response shows a clear understanding of how the elements in your artwork integrate form, theme and context to meet the objectives of the project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and how it fits into a broader cultural context</w:t>
                            </w:r>
                          </w:p>
                        </w:tc>
                      </w:tr>
                      <w:tr w:rsidR="006135EC" w:rsidTr="00717FD4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B6DDE8" w:themeFill="accent5" w:themeFillTint="66"/>
                            <w:textDirection w:val="btLr"/>
                            <w:vAlign w:val="center"/>
                          </w:tcPr>
                          <w:p w:rsidR="006135EC" w:rsidRPr="00B0178C" w:rsidRDefault="006135EC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Developing Craft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Your artwork shows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some experiments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with the media used 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>Your ar</w:t>
                            </w:r>
                            <w:r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twork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 xml:space="preserve">shows some skill 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>with the media used and shows some attention to detail and care and skill in construction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Your artwork shows a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developed skill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with the media used and shows attention to detail and care and skill in construction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Your artwork shows a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mastery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of the media used and shows attention to detail and care and skill in construction</w:t>
                            </w:r>
                          </w:p>
                        </w:tc>
                      </w:tr>
                      <w:tr w:rsidR="006135EC" w:rsidTr="00717FD4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B6DDE8" w:themeFill="accent5" w:themeFillTint="66"/>
                            <w:textDirection w:val="btLr"/>
                            <w:vAlign w:val="center"/>
                          </w:tcPr>
                          <w:p w:rsidR="006135EC" w:rsidRPr="00B0178C" w:rsidRDefault="006135EC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Express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considered some aspects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of your composition so that your artwork communicates your “big ideas” 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considered and integrated aspects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of your composition so that your artwork communicates your “big ideas” 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considered and integrated all aspects of your composition so that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your artwork communicates your “big ideas” effectively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:rsidR="006135EC" w:rsidRPr="006770A0" w:rsidRDefault="006135EC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considered and integrated all aspects of your composition so that your artwork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communicates your “big ideas” effectively into a broader cultural context</w:t>
                            </w:r>
                          </w:p>
                        </w:tc>
                      </w:tr>
                    </w:tbl>
                    <w:p w:rsidR="006135EC" w:rsidRDefault="006135EC"/>
                  </w:txbxContent>
                </v:textbox>
                <w10:wrap type="square"/>
              </v:shape>
            </w:pict>
          </mc:Fallback>
        </mc:AlternateContent>
      </w:r>
    </w:p>
    <w:sectPr w:rsidR="00515CC0" w:rsidSect="005123BC"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D22" w:rsidRDefault="00C25D22" w:rsidP="006135EC">
      <w:r>
        <w:separator/>
      </w:r>
    </w:p>
  </w:endnote>
  <w:endnote w:type="continuationSeparator" w:id="0">
    <w:p w:rsidR="00C25D22" w:rsidRDefault="00C25D22" w:rsidP="00613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Black,Tahom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D22" w:rsidRDefault="00C25D22" w:rsidP="006135EC">
      <w:r>
        <w:separator/>
      </w:r>
    </w:p>
  </w:footnote>
  <w:footnote w:type="continuationSeparator" w:id="0">
    <w:p w:rsidR="00C25D22" w:rsidRDefault="00C25D22" w:rsidP="006135E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5EC" w:rsidRDefault="00C25D22">
    <w:pPr>
      <w:pStyle w:val="Header"/>
    </w:pPr>
    <w:r>
      <w:t>SAE - FORMALISM -</w:t>
    </w:r>
    <w:r w:rsidR="006135EC">
      <w:t>Studio App</w:t>
    </w:r>
    <w:r>
      <w:t xml:space="preserve"> 2017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74AEB"/>
    <w:multiLevelType w:val="hybridMultilevel"/>
    <w:tmpl w:val="A538FE3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8A80E67"/>
    <w:multiLevelType w:val="hybridMultilevel"/>
    <w:tmpl w:val="95F8C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D22"/>
    <w:rsid w:val="00377B7C"/>
    <w:rsid w:val="005123BC"/>
    <w:rsid w:val="00515CC0"/>
    <w:rsid w:val="006135EC"/>
    <w:rsid w:val="00C25D2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D22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35EC"/>
    <w:pPr>
      <w:spacing w:after="0"/>
    </w:pPr>
    <w:rPr>
      <w:sz w:val="22"/>
      <w:szCs w:val="22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135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35EC"/>
    <w:rPr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6135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35EC"/>
    <w:rPr>
      <w:sz w:val="22"/>
      <w:szCs w:val="22"/>
      <w:lang w:eastAsia="zh-CN"/>
    </w:rPr>
  </w:style>
  <w:style w:type="paragraph" w:styleId="ListParagraph">
    <w:name w:val="List Paragraph"/>
    <w:basedOn w:val="Normal"/>
    <w:uiPriority w:val="34"/>
    <w:qFormat/>
    <w:rsid w:val="00C25D22"/>
    <w:pPr>
      <w:spacing w:after="200" w:line="276" w:lineRule="auto"/>
      <w:ind w:left="720"/>
      <w:contextualSpacing/>
    </w:pPr>
    <w:rPr>
      <w:lang w:eastAsia="ko-K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D22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35EC"/>
    <w:pPr>
      <w:spacing w:after="0"/>
    </w:pPr>
    <w:rPr>
      <w:sz w:val="22"/>
      <w:szCs w:val="22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135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35EC"/>
    <w:rPr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6135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35EC"/>
    <w:rPr>
      <w:sz w:val="22"/>
      <w:szCs w:val="22"/>
      <w:lang w:eastAsia="zh-CN"/>
    </w:rPr>
  </w:style>
  <w:style w:type="paragraph" w:styleId="ListParagraph">
    <w:name w:val="List Paragraph"/>
    <w:basedOn w:val="Normal"/>
    <w:uiPriority w:val="34"/>
    <w:qFormat/>
    <w:rsid w:val="00C25D22"/>
    <w:pPr>
      <w:spacing w:after="200" w:line="276" w:lineRule="auto"/>
      <w:ind w:left="720"/>
      <w:contextualSpacing/>
    </w:pPr>
    <w:rPr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6-17%20rubrics%20(Brian):2016-17%20Studio%20App%20Standard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2016-17 Studio App Standards.dotx</Template>
  <TotalTime>2</TotalTime>
  <Pages>2</Pages>
  <Words>91</Words>
  <Characters>525</Characters>
  <Application>Microsoft Macintosh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1</cp:revision>
  <dcterms:created xsi:type="dcterms:W3CDTF">2017-02-06T04:51:00Z</dcterms:created>
  <dcterms:modified xsi:type="dcterms:W3CDTF">2017-02-06T04:53:00Z</dcterms:modified>
</cp:coreProperties>
</file>